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6030" w:rsidRPr="00001D40" w14:paraId="762AD218" w14:textId="77777777" w:rsidTr="001C3259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A66030" w:rsidRPr="00001D40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141AA083" w14:textId="338852A5" w:rsidR="00A66030" w:rsidRPr="00A66030" w:rsidRDefault="00A66030" w:rsidP="00A6603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66030">
              <w:rPr>
                <w:rFonts w:ascii="Aptos" w:hAnsi="Aptos"/>
                <w:sz w:val="20"/>
                <w:szCs w:val="20"/>
              </w:rPr>
              <w:t>National Occupational Certificate: Beauty Therapist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A66030" w:rsidRPr="00DD6F3D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A66030" w:rsidRPr="00001D40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66030" w:rsidRPr="00001D40" w14:paraId="29E0FD86" w14:textId="77777777" w:rsidTr="001C3259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A66030" w:rsidRPr="00001D40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754E7912" w14:textId="543B5312" w:rsidR="00A66030" w:rsidRPr="00A66030" w:rsidRDefault="00A66030" w:rsidP="00A6603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66030">
              <w:rPr>
                <w:rFonts w:ascii="Aptos" w:hAnsi="Aptos"/>
                <w:sz w:val="20"/>
                <w:szCs w:val="20"/>
              </w:rPr>
              <w:t>121607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A66030" w:rsidRPr="00DD6F3D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A66030" w:rsidRPr="00001D40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66030" w:rsidRPr="00001D40" w14:paraId="5E9FB910" w14:textId="77777777" w:rsidTr="001C3259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A66030" w:rsidRPr="00001D40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18C99BC4" w14:textId="1916F0EA" w:rsidR="00A66030" w:rsidRPr="00A66030" w:rsidRDefault="00A66030" w:rsidP="00A6603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66030">
              <w:rPr>
                <w:rFonts w:ascii="Aptos" w:hAnsi="Aptos"/>
                <w:sz w:val="20"/>
                <w:szCs w:val="20"/>
              </w:rPr>
              <w:t>158,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A66030" w:rsidRPr="00DD6F3D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A66030" w:rsidRPr="00001D40" w:rsidRDefault="00A66030" w:rsidP="00A6603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47F2" w14:textId="77777777" w:rsidR="0022138D" w:rsidRDefault="0022138D" w:rsidP="00213C69">
      <w:pPr>
        <w:spacing w:after="0" w:line="240" w:lineRule="auto"/>
      </w:pPr>
      <w:r>
        <w:separator/>
      </w:r>
    </w:p>
  </w:endnote>
  <w:endnote w:type="continuationSeparator" w:id="0">
    <w:p w14:paraId="1CBF6D8D" w14:textId="77777777" w:rsidR="0022138D" w:rsidRDefault="0022138D" w:rsidP="00213C69">
      <w:pPr>
        <w:spacing w:after="0" w:line="240" w:lineRule="auto"/>
      </w:pPr>
      <w:r>
        <w:continuationSeparator/>
      </w:r>
    </w:p>
  </w:endnote>
  <w:endnote w:type="continuationNotice" w:id="1">
    <w:p w14:paraId="348CBF41" w14:textId="77777777" w:rsidR="0022138D" w:rsidRDefault="00221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9E5B1" w14:textId="77777777" w:rsidR="005856CD" w:rsidRDefault="005856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6D4B" w14:textId="77777777" w:rsidR="0022138D" w:rsidRDefault="0022138D" w:rsidP="00213C69">
      <w:pPr>
        <w:spacing w:after="0" w:line="240" w:lineRule="auto"/>
      </w:pPr>
      <w:r>
        <w:separator/>
      </w:r>
    </w:p>
  </w:footnote>
  <w:footnote w:type="continuationSeparator" w:id="0">
    <w:p w14:paraId="11BDCB48" w14:textId="77777777" w:rsidR="0022138D" w:rsidRDefault="0022138D" w:rsidP="00213C69">
      <w:pPr>
        <w:spacing w:after="0" w:line="240" w:lineRule="auto"/>
      </w:pPr>
      <w:r>
        <w:continuationSeparator/>
      </w:r>
    </w:p>
  </w:footnote>
  <w:footnote w:type="continuationNotice" w:id="1">
    <w:p w14:paraId="74801D98" w14:textId="77777777" w:rsidR="0022138D" w:rsidRDefault="00221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FF129" w14:textId="77777777" w:rsidR="005856CD" w:rsidRDefault="005856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2108F2EE" w:rsidR="00F17F63" w:rsidRDefault="005856CD" w:rsidP="005856CD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25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6CD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AB5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276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D6F80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026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030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298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0D8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11</cp:revision>
  <cp:lastPrinted>2024-11-20T14:11:00Z</cp:lastPrinted>
  <dcterms:created xsi:type="dcterms:W3CDTF">2026-01-14T06:24:00Z</dcterms:created>
  <dcterms:modified xsi:type="dcterms:W3CDTF">2026-01-30T04:44:00Z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